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75" w:rsidRPr="00B827E7" w:rsidRDefault="00A04075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66f" cropleft="7767f"/>
          </v:shape>
          <o:OLEObject Type="Embed" ProgID="Paint.Picture" ShapeID="_x0000_i1025" DrawAspect="Content" ObjectID="_1603708177" r:id="rId7"/>
        </w:object>
      </w:r>
      <w:r w:rsidRPr="00B827E7">
        <w:t xml:space="preserve">                                                                              </w:t>
      </w:r>
      <w:r>
        <w:rPr>
          <w:noProof/>
          <w:lang w:eastAsia="el-GR"/>
        </w:rPr>
        <w:pict>
          <v:shape id="Εικόνα 1" o:spid="_x0000_i1026" type="#_x0000_t75" style="width:69.75pt;height:36pt;visibility:visible">
            <v:imagedata r:id="rId8" o:title=""/>
          </v:shape>
        </w:pict>
      </w:r>
    </w:p>
    <w:p w:rsidR="00A04075" w:rsidRPr="00B827E7" w:rsidRDefault="00A04075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A04075" w:rsidRPr="00B827E7" w:rsidRDefault="00A04075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A04075" w:rsidRPr="00567B6C" w:rsidRDefault="00A04075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A04075" w:rsidRPr="00567B6C" w:rsidRDefault="00A04075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A04075" w:rsidRPr="00567B6C" w:rsidRDefault="00A04075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A04075" w:rsidRPr="00B827E7" w:rsidRDefault="00A04075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/>
      </w:tblPr>
      <w:tblGrid>
        <w:gridCol w:w="1843"/>
        <w:gridCol w:w="4794"/>
        <w:gridCol w:w="3423"/>
      </w:tblGrid>
      <w:tr w:rsidR="00A04075" w:rsidRPr="008D6AEF">
        <w:trPr>
          <w:cantSplit/>
          <w:trHeight w:val="356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 xml:space="preserve">Ταχ. Διεύθυνση: 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</w:p>
        </w:tc>
      </w:tr>
      <w:tr w:rsidR="00A04075" w:rsidRPr="008D6AEF">
        <w:trPr>
          <w:cantSplit/>
          <w:trHeight w:val="224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 xml:space="preserve">Ταχ. Κώδικας: 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A04075" w:rsidRPr="008D6AEF">
        <w:trPr>
          <w:cantSplit/>
          <w:trHeight w:val="218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>Αρ. Πρωτ.:</w:t>
            </w:r>
          </w:p>
        </w:tc>
      </w:tr>
      <w:tr w:rsidR="00A04075" w:rsidRPr="008D6AEF">
        <w:trPr>
          <w:cantSplit/>
          <w:trHeight w:val="224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</w:p>
        </w:tc>
      </w:tr>
      <w:tr w:rsidR="00A04075" w:rsidRPr="008D6AEF">
        <w:trPr>
          <w:cantSplit/>
          <w:trHeight w:val="224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</w:p>
        </w:tc>
      </w:tr>
      <w:tr w:rsidR="00A04075" w:rsidRPr="008D6AEF">
        <w:trPr>
          <w:cantSplit/>
          <w:trHeight w:val="224"/>
        </w:trPr>
        <w:tc>
          <w:tcPr>
            <w:tcW w:w="1843" w:type="dxa"/>
          </w:tcPr>
          <w:p w:rsidR="00A04075" w:rsidRPr="008D6AEF" w:rsidRDefault="00A04075" w:rsidP="00F91E23">
            <w:pPr>
              <w:spacing w:line="240" w:lineRule="auto"/>
            </w:pPr>
            <w:r w:rsidRPr="008D6AEF">
              <w:t>E-mail:</w:t>
            </w:r>
          </w:p>
        </w:tc>
        <w:tc>
          <w:tcPr>
            <w:tcW w:w="4794" w:type="dxa"/>
          </w:tcPr>
          <w:p w:rsidR="00A04075" w:rsidRPr="008D6AEF" w:rsidRDefault="00A04075" w:rsidP="00F91E23">
            <w:pPr>
              <w:spacing w:line="240" w:lineRule="auto"/>
            </w:pPr>
          </w:p>
        </w:tc>
        <w:tc>
          <w:tcPr>
            <w:tcW w:w="3423" w:type="dxa"/>
          </w:tcPr>
          <w:p w:rsidR="00A04075" w:rsidRPr="008D6AEF" w:rsidRDefault="00A04075" w:rsidP="00F91E23">
            <w:pPr>
              <w:spacing w:line="240" w:lineRule="auto"/>
            </w:pPr>
          </w:p>
        </w:tc>
      </w:tr>
    </w:tbl>
    <w:p w:rsidR="00A04075" w:rsidRPr="00B827E7" w:rsidRDefault="00A04075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A04075" w:rsidRPr="00B827E7" w:rsidRDefault="00A04075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A04075" w:rsidRPr="00B827E7" w:rsidRDefault="00A04075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Σύντομη περιγραφή της προτεινόμενης πράξης:</w:t>
      </w:r>
    </w:p>
    <w:p w:rsidR="00A04075" w:rsidRPr="00B827E7" w:rsidRDefault="00A04075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A04075" w:rsidRPr="00B827E7" w:rsidRDefault="00A04075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A04075" w:rsidRPr="00B827E7" w:rsidRDefault="00A04075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Χωροθέτηση σε επίπεδο Δήμου</w:t>
      </w:r>
      <w:r w:rsidRPr="00B827E7">
        <w:rPr>
          <w:b/>
          <w:bCs/>
        </w:rPr>
        <w:t>].</w:t>
      </w:r>
    </w:p>
    <w:p w:rsidR="00A04075" w:rsidRPr="00B827E7" w:rsidRDefault="00A04075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A04075" w:rsidRPr="00B827E7" w:rsidRDefault="00A04075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A04075" w:rsidRPr="00B827E7" w:rsidRDefault="00A04075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A04075" w:rsidRPr="00B827E7" w:rsidRDefault="00A04075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Pr="007E7038">
        <w:rPr>
          <w:b/>
          <w:bCs/>
          <w:i/>
          <w:iCs/>
        </w:rPr>
        <w:t>………….. (Δράση 4γ.</w:t>
      </w:r>
      <w:r>
        <w:rPr>
          <w:b/>
          <w:bCs/>
          <w:i/>
          <w:iCs/>
        </w:rPr>
        <w:t>ΤΑΠΤοΚ</w:t>
      </w:r>
      <w:r w:rsidRPr="007E7038">
        <w:rPr>
          <w:b/>
          <w:bCs/>
          <w:i/>
          <w:iCs/>
        </w:rPr>
        <w:t>.1 «</w:t>
      </w:r>
      <w:r>
        <w:rPr>
          <w:b/>
          <w:bCs/>
          <w:i/>
          <w:iCs/>
        </w:rPr>
        <w:t>Ενίσχυση της  ενεργειακής απόδοσης</w:t>
      </w:r>
      <w:r w:rsidRPr="007E7038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των </w:t>
      </w:r>
      <w:r w:rsidRPr="007E7038">
        <w:rPr>
          <w:b/>
          <w:bCs/>
          <w:i/>
          <w:iCs/>
        </w:rPr>
        <w:t>δημο</w:t>
      </w:r>
      <w:r>
        <w:rPr>
          <w:b/>
          <w:bCs/>
          <w:i/>
          <w:iCs/>
        </w:rPr>
        <w:t>σίω</w:t>
      </w:r>
      <w:r w:rsidRPr="007E7038">
        <w:rPr>
          <w:b/>
          <w:bCs/>
          <w:i/>
          <w:iCs/>
        </w:rPr>
        <w:t xml:space="preserve">ν </w:t>
      </w:r>
      <w:r>
        <w:rPr>
          <w:b/>
          <w:bCs/>
          <w:i/>
          <w:iCs/>
        </w:rPr>
        <w:t>κτιρίων</w:t>
      </w:r>
      <w:r w:rsidRPr="007E7038">
        <w:rPr>
          <w:b/>
          <w:bCs/>
          <w:i/>
          <w:iCs/>
        </w:rPr>
        <w:t>»)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</w:p>
    <w:p w:rsidR="00A04075" w:rsidRDefault="00A04075"/>
    <w:sectPr w:rsidR="00A04075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075" w:rsidRDefault="00A04075" w:rsidP="00B827E7">
      <w:pPr>
        <w:spacing w:after="0" w:line="240" w:lineRule="auto"/>
      </w:pPr>
      <w:r>
        <w:separator/>
      </w:r>
    </w:p>
  </w:endnote>
  <w:endnote w:type="continuationSeparator" w:id="0">
    <w:p w:rsidR="00A04075" w:rsidRDefault="00A04075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075" w:rsidRDefault="00A04075" w:rsidP="00B827E7">
      <w:pPr>
        <w:spacing w:after="0" w:line="240" w:lineRule="auto"/>
      </w:pPr>
      <w:r>
        <w:separator/>
      </w:r>
    </w:p>
  </w:footnote>
  <w:footnote w:type="continuationSeparator" w:id="0">
    <w:p w:rsidR="00A04075" w:rsidRDefault="00A04075" w:rsidP="00B827E7">
      <w:pPr>
        <w:spacing w:after="0" w:line="240" w:lineRule="auto"/>
      </w:pPr>
      <w:r>
        <w:continuationSeparator/>
      </w:r>
    </w:p>
  </w:footnote>
  <w:footnote w:id="1">
    <w:p w:rsidR="00A04075" w:rsidRDefault="00A04075" w:rsidP="00B827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12499">
        <w:rPr>
          <w:rStyle w:val="FootnoteReference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>της</w:t>
      </w:r>
      <w:r w:rsidRPr="00061110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προτεινόμενης πράξης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>
        <w:rPr>
          <w:rFonts w:ascii="Arial" w:hAnsi="Arial" w:cs="Arial"/>
          <w:i/>
          <w:iCs/>
          <w:sz w:val="16"/>
          <w:szCs w:val="16"/>
        </w:rPr>
        <w:t>ΤΑΠΤοΚ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«</w:t>
      </w:r>
      <w:r>
        <w:rPr>
          <w:rFonts w:ascii="Arial" w:hAnsi="Arial" w:cs="Arial"/>
          <w:i/>
          <w:iCs/>
          <w:sz w:val="16"/>
          <w:szCs w:val="16"/>
        </w:rPr>
        <w:t>Αρκαδία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2020».</w:t>
      </w:r>
      <w:r>
        <w:rPr>
          <w:sz w:val="20"/>
          <w:szCs w:val="20"/>
        </w:rPr>
        <w:t xml:space="preserve"> </w:t>
      </w:r>
    </w:p>
    <w:p w:rsidR="00A04075" w:rsidRDefault="00A04075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υμβολή της Πράξης στην επίτευξη στόχου/ων της Στρατηγικής </w:t>
      </w:r>
      <w:r w:rsidRPr="00F60FD4">
        <w:rPr>
          <w:rFonts w:ascii="Arial" w:hAnsi="Arial" w:cs="Arial"/>
          <w:i/>
          <w:iCs/>
          <w:sz w:val="16"/>
          <w:szCs w:val="16"/>
        </w:rPr>
        <w:t>ΤΑΠΤοΚ «Αρκαδία 2020».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268"/>
    <w:rsid w:val="000463D8"/>
    <w:rsid w:val="00061110"/>
    <w:rsid w:val="00086E13"/>
    <w:rsid w:val="00137AF8"/>
    <w:rsid w:val="00207CC2"/>
    <w:rsid w:val="00212CA5"/>
    <w:rsid w:val="00220425"/>
    <w:rsid w:val="002B7430"/>
    <w:rsid w:val="002E3BEE"/>
    <w:rsid w:val="003332BD"/>
    <w:rsid w:val="00405395"/>
    <w:rsid w:val="00554685"/>
    <w:rsid w:val="00567B6C"/>
    <w:rsid w:val="005C7435"/>
    <w:rsid w:val="006000EC"/>
    <w:rsid w:val="00696F28"/>
    <w:rsid w:val="006B7694"/>
    <w:rsid w:val="006D2128"/>
    <w:rsid w:val="006F53F6"/>
    <w:rsid w:val="007E7038"/>
    <w:rsid w:val="00844307"/>
    <w:rsid w:val="008D6AEF"/>
    <w:rsid w:val="008E35F9"/>
    <w:rsid w:val="009718AD"/>
    <w:rsid w:val="009C41D7"/>
    <w:rsid w:val="00A04075"/>
    <w:rsid w:val="00A15268"/>
    <w:rsid w:val="00A21BC9"/>
    <w:rsid w:val="00B3341B"/>
    <w:rsid w:val="00B827E7"/>
    <w:rsid w:val="00C7570A"/>
    <w:rsid w:val="00CC6F0B"/>
    <w:rsid w:val="00CD23EF"/>
    <w:rsid w:val="00D12499"/>
    <w:rsid w:val="00D90DB7"/>
    <w:rsid w:val="00E85745"/>
    <w:rsid w:val="00F260D3"/>
    <w:rsid w:val="00F50293"/>
    <w:rsid w:val="00F60FD4"/>
    <w:rsid w:val="00F9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0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basedOn w:val="DefaultParagraphFont"/>
    <w:uiPriority w:val="99"/>
    <w:semiHidden/>
    <w:rsid w:val="00B827E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151</Words>
  <Characters>818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Christos</cp:lastModifiedBy>
  <cp:revision>7</cp:revision>
  <cp:lastPrinted>2018-09-10T17:19:00Z</cp:lastPrinted>
  <dcterms:created xsi:type="dcterms:W3CDTF">2018-09-10T17:17:00Z</dcterms:created>
  <dcterms:modified xsi:type="dcterms:W3CDTF">2018-11-14T11:43:00Z</dcterms:modified>
</cp:coreProperties>
</file>